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2A24BFD9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1036E9FC" w14:textId="77777777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BC219A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25BB24F1" w14:textId="77777777" w:rsidR="00BC219A" w:rsidRDefault="00BC219A" w:rsidP="00BC219A">
            <w:pPr>
              <w:rPr>
                <w:rFonts w:asciiTheme="minorHAnsi" w:hAnsiTheme="minorHAnsi" w:cstheme="minorHAnsi"/>
                <w:b/>
              </w:rPr>
            </w:pPr>
          </w:p>
          <w:p w14:paraId="1784F477" w14:textId="207079E3" w:rsidR="006C1BBB" w:rsidRPr="002D03A6" w:rsidRDefault="00976192" w:rsidP="002330F7">
            <w:pPr>
              <w:rPr>
                <w:rFonts w:asciiTheme="minorHAnsi" w:hAnsiTheme="minorHAnsi" w:cstheme="minorHAnsi"/>
                <w:b/>
              </w:rPr>
            </w:pPr>
            <w:r w:rsidRPr="00BC219A">
              <w:rPr>
                <w:rFonts w:asciiTheme="minorHAnsi" w:hAnsiTheme="minorHAnsi" w:cstheme="minorHAnsi"/>
                <w:b/>
              </w:rPr>
              <w:t>WORKING ON FLAT ROOFS (ROOF PITCH LESS THAN 10 DEGREES)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62A33492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06B044EC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EE0B681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6DC6686C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6FA0F736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0D38B5C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3A1463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6D0F800C" w14:textId="2485C5F4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38DCBF38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3350CF40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E2BA8F6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2BFDAF9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3E4740D3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E8EC53B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6313575" w14:textId="3B07ECA5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1BFD06AC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07A08889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34A2A44C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E85B7B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4AE706C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54F5B54C" w14:textId="77777777" w:rsidR="00A62EF7" w:rsidRDefault="00A62EF7" w:rsidP="006C1BBB">
      <w:pPr>
        <w:rPr>
          <w:rFonts w:asciiTheme="minorHAnsi" w:hAnsiTheme="minorHAnsi" w:cstheme="minorHAnsi"/>
          <w:b/>
        </w:rPr>
      </w:pPr>
    </w:p>
    <w:p w14:paraId="71390304" w14:textId="77777777" w:rsidR="006C1BBB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3335AB90" w14:textId="77777777" w:rsidR="00A62EF7" w:rsidRPr="00307A0C" w:rsidRDefault="00A62EF7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67D7EED3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2D037793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790F081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50B60AFC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72D03B0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3975D223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780B6AF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6912A4C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0B48184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61F1F3BC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6764FF0A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A20606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671EC82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2F14242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1C879966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1914931B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455C3D5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EAAE85B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DA0E78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0DE818E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131CECE5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57B8CB8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3DB9846E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28990C49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279045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47A863CF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2209CCC0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6D009F5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4BEDB24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8DD60B9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5FD4A0F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B3075C0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D224C4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77D4E74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0962AF" w:rsidRPr="00C458C3" w14:paraId="4B0859A3" w14:textId="77777777" w:rsidTr="00D86014">
        <w:trPr>
          <w:cantSplit/>
          <w:jc w:val="center"/>
        </w:trPr>
        <w:tc>
          <w:tcPr>
            <w:tcW w:w="1982" w:type="dxa"/>
          </w:tcPr>
          <w:p w14:paraId="111A50B2" w14:textId="55A1BBEA" w:rsidR="000962AF" w:rsidRPr="00264FD6" w:rsidRDefault="005C4A93" w:rsidP="000962AF">
            <w:pPr>
              <w:rPr>
                <w:lang w:eastAsia="en-GB"/>
              </w:rPr>
            </w:pPr>
            <w:r w:rsidRPr="005C2101">
              <w:rPr>
                <w:rFonts w:asciiTheme="minorHAnsi" w:hAnsiTheme="minorHAnsi" w:cstheme="minorHAnsi"/>
                <w:b/>
              </w:rPr>
              <w:t>WORKING ON FLAT ROOFS</w:t>
            </w:r>
          </w:p>
        </w:tc>
        <w:tc>
          <w:tcPr>
            <w:tcW w:w="1991" w:type="dxa"/>
          </w:tcPr>
          <w:p w14:paraId="3996833F" w14:textId="77777777" w:rsidR="000962AF" w:rsidRPr="00672A37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Falls from</w:t>
            </w:r>
            <w:r w:rsidR="002915F2">
              <w:rPr>
                <w:rFonts w:asciiTheme="minorHAnsi" w:hAnsiTheme="minorHAnsi" w:cstheme="minorHAnsi"/>
                <w:b/>
              </w:rPr>
              <w:t xml:space="preserve">/access </w:t>
            </w:r>
            <w:r w:rsidRPr="000962AF">
              <w:rPr>
                <w:rFonts w:asciiTheme="minorHAnsi" w:hAnsiTheme="minorHAnsi" w:cstheme="minorHAnsi"/>
                <w:b/>
              </w:rPr>
              <w:t>point</w:t>
            </w:r>
            <w:r>
              <w:rPr>
                <w:rFonts w:asciiTheme="minorHAnsi" w:hAnsiTheme="minorHAnsi" w:cstheme="minorHAnsi"/>
                <w:b/>
              </w:rPr>
              <w:t>s</w:t>
            </w:r>
          </w:p>
        </w:tc>
        <w:tc>
          <w:tcPr>
            <w:tcW w:w="1558" w:type="dxa"/>
          </w:tcPr>
          <w:p w14:paraId="5E35E5C5" w14:textId="77777777" w:rsidR="000962AF" w:rsidRPr="000962AF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All site staff</w:t>
            </w:r>
          </w:p>
          <w:p w14:paraId="54BCA742" w14:textId="77777777" w:rsidR="000962AF" w:rsidRPr="000962AF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64697002" w14:textId="77777777" w:rsidR="000962AF" w:rsidRPr="000962AF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General public</w:t>
            </w:r>
          </w:p>
          <w:p w14:paraId="3BFADF2F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</w:p>
          <w:p w14:paraId="2250DB7A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Lacerations</w:t>
            </w:r>
          </w:p>
          <w:p w14:paraId="1300A327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Serious personal injury</w:t>
            </w:r>
          </w:p>
          <w:p w14:paraId="1A7FBBC1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Broken Bones</w:t>
            </w:r>
          </w:p>
          <w:p w14:paraId="31529183" w14:textId="77777777" w:rsidR="000962AF" w:rsidRPr="00C250B0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</w:rPr>
              <w:t>Death</w:t>
            </w:r>
          </w:p>
        </w:tc>
        <w:tc>
          <w:tcPr>
            <w:tcW w:w="426" w:type="dxa"/>
            <w:vAlign w:val="center"/>
          </w:tcPr>
          <w:p w14:paraId="47A5237C" w14:textId="77777777" w:rsidR="000962AF" w:rsidRPr="005C2101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254F1E2C" w14:textId="77777777" w:rsidR="000962AF" w:rsidRPr="005C2101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67453475" w14:textId="77777777" w:rsidR="000962AF" w:rsidRPr="005C2101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64FA485D" w14:textId="77777777" w:rsidR="002915F2" w:rsidRPr="002915F2" w:rsidRDefault="002915F2" w:rsidP="002915F2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2915F2">
              <w:rPr>
                <w:rFonts w:asciiTheme="minorHAnsi" w:hAnsiTheme="minorHAnsi" w:cstheme="minorHAnsi"/>
              </w:rPr>
              <w:t xml:space="preserve">Safe access to the roof will always be provided and maintained by lashed ladder or tower scaffold or some other means. </w:t>
            </w:r>
          </w:p>
          <w:p w14:paraId="70B70C25" w14:textId="77777777" w:rsidR="002915F2" w:rsidRDefault="002915F2" w:rsidP="002915F2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2915F2">
              <w:rPr>
                <w:rFonts w:asciiTheme="minorHAnsi" w:hAnsiTheme="minorHAnsi" w:cstheme="minorHAnsi"/>
              </w:rPr>
              <w:t>If there is no permanent parapet or guard rail provided, edge protection, in the form of guard rails and toe boards will be erected, which must be secure.</w:t>
            </w:r>
          </w:p>
          <w:p w14:paraId="3959EB04" w14:textId="77777777" w:rsidR="002915F2" w:rsidRPr="002915F2" w:rsidRDefault="002915F2" w:rsidP="002915F2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2915F2">
              <w:rPr>
                <w:rFonts w:asciiTheme="minorHAnsi" w:hAnsiTheme="minorHAnsi" w:cstheme="minorHAnsi"/>
              </w:rPr>
              <w:t xml:space="preserve"> If persons are not likely to approach within 2m of the roof edge a suitable secure barrier may be set back from the roof. </w:t>
            </w:r>
          </w:p>
          <w:p w14:paraId="4999D0CB" w14:textId="77777777" w:rsidR="000962AF" w:rsidRPr="00F2117C" w:rsidRDefault="000962AF" w:rsidP="002915F2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CEBDB82" w14:textId="77777777" w:rsidR="002915F2" w:rsidRDefault="002915F2" w:rsidP="002915F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C2101">
              <w:rPr>
                <w:rFonts w:asciiTheme="minorHAnsi" w:hAnsiTheme="minorHAnsi" w:cstheme="minorHAnsi"/>
                <w:sz w:val="20"/>
                <w:szCs w:val="20"/>
              </w:rPr>
              <w:t xml:space="preserve">Site health and safety induction to be completed before work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starts</w:t>
            </w:r>
          </w:p>
          <w:p w14:paraId="6F50C2F2" w14:textId="1F2EAD32" w:rsidR="002915F2" w:rsidRDefault="002915F2" w:rsidP="002915F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C2101">
              <w:rPr>
                <w:rFonts w:asciiTheme="minorHAnsi" w:hAnsiTheme="minorHAnsi" w:cstheme="minorHAnsi"/>
                <w:sz w:val="20"/>
                <w:szCs w:val="20"/>
              </w:rPr>
              <w:t xml:space="preserve">Bitumen boilers should not be used on a roof unless operative is in attendance and suitable precautions are taken, i.e. A non-combustible base is </w:t>
            </w:r>
            <w:r w:rsidR="003222D1" w:rsidRPr="005C2101">
              <w:rPr>
                <w:rFonts w:asciiTheme="minorHAnsi" w:hAnsiTheme="minorHAnsi" w:cstheme="minorHAnsi"/>
                <w:sz w:val="20"/>
                <w:szCs w:val="20"/>
              </w:rPr>
              <w:t>used,</w:t>
            </w:r>
            <w:r w:rsidRPr="005C2101">
              <w:rPr>
                <w:rFonts w:asciiTheme="minorHAnsi" w:hAnsiTheme="minorHAnsi" w:cstheme="minorHAnsi"/>
                <w:sz w:val="20"/>
                <w:szCs w:val="20"/>
              </w:rPr>
              <w:t xml:space="preserve"> and suitabl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 fire extinguisher is present.</w:t>
            </w:r>
          </w:p>
          <w:p w14:paraId="0853AB03" w14:textId="77777777" w:rsidR="000962AF" w:rsidRDefault="002915F2" w:rsidP="002915F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15F2">
              <w:rPr>
                <w:rFonts w:asciiTheme="minorHAnsi" w:hAnsiTheme="minorHAnsi" w:cstheme="minorHAnsi"/>
                <w:sz w:val="20"/>
                <w:szCs w:val="20"/>
              </w:rPr>
              <w:t>Where work is in progress at the roof edge guard rail and toe board may be removed, subject to a safe system of work being used, to prevent falls i.e. Use of safety harness and protection is replaced as soon as work is complete.</w:t>
            </w:r>
          </w:p>
          <w:p w14:paraId="0CD4578D" w14:textId="77777777" w:rsidR="002915F2" w:rsidRPr="002915F2" w:rsidRDefault="002915F2" w:rsidP="002915F2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92F7E4F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3E0D7E7B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26BA1019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1A6391CB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0E6B0A9F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8DCC87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lastRenderedPageBreak/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4903BED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2FBD4C19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C1D1694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52F7E7C8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B83D07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5AE0C216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B82BEE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61E36A61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6C74F4CF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5DE0A6C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51B2261C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3B831F9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305F0B8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49499AD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27C747A3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313FDE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5100378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105FCB4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6063F5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8B85FDD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5442A62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1BEC422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2915F2" w:rsidRPr="00C458C3" w14:paraId="09B49A4F" w14:textId="77777777" w:rsidTr="00D86014">
        <w:trPr>
          <w:cantSplit/>
          <w:jc w:val="center"/>
        </w:trPr>
        <w:tc>
          <w:tcPr>
            <w:tcW w:w="1982" w:type="dxa"/>
          </w:tcPr>
          <w:p w14:paraId="3A6CE181" w14:textId="4258F49D" w:rsidR="002915F2" w:rsidRPr="00277E03" w:rsidRDefault="005C4A93" w:rsidP="002915F2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ACCESS AND EGRESS TO THE FLAT ROOF</w:t>
            </w:r>
          </w:p>
        </w:tc>
        <w:tc>
          <w:tcPr>
            <w:tcW w:w="1991" w:type="dxa"/>
          </w:tcPr>
          <w:p w14:paraId="7E13E9D3" w14:textId="77777777" w:rsidR="002915F2" w:rsidRPr="00672A37" w:rsidRDefault="002915F2" w:rsidP="002915F2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Falls from roof edge</w:t>
            </w:r>
          </w:p>
        </w:tc>
        <w:tc>
          <w:tcPr>
            <w:tcW w:w="1558" w:type="dxa"/>
          </w:tcPr>
          <w:p w14:paraId="5CFE4D4B" w14:textId="77777777" w:rsidR="002915F2" w:rsidRPr="000962AF" w:rsidRDefault="002915F2" w:rsidP="002915F2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All site staff</w:t>
            </w:r>
          </w:p>
          <w:p w14:paraId="22E82A03" w14:textId="77777777" w:rsidR="002915F2" w:rsidRPr="000962AF" w:rsidRDefault="002915F2" w:rsidP="002915F2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3FA080EB" w14:textId="77777777" w:rsidR="002915F2" w:rsidRPr="000962AF" w:rsidRDefault="002915F2" w:rsidP="002915F2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General public</w:t>
            </w:r>
          </w:p>
          <w:p w14:paraId="0B7E8A52" w14:textId="77777777" w:rsidR="002915F2" w:rsidRPr="000962AF" w:rsidRDefault="002915F2" w:rsidP="002915F2">
            <w:pPr>
              <w:rPr>
                <w:rFonts w:asciiTheme="minorHAnsi" w:hAnsiTheme="minorHAnsi" w:cstheme="minorHAnsi"/>
              </w:rPr>
            </w:pPr>
          </w:p>
          <w:p w14:paraId="108D2231" w14:textId="77777777" w:rsidR="002915F2" w:rsidRPr="000962AF" w:rsidRDefault="002915F2" w:rsidP="002915F2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Lacerations</w:t>
            </w:r>
          </w:p>
          <w:p w14:paraId="11656056" w14:textId="77777777" w:rsidR="002915F2" w:rsidRPr="000962AF" w:rsidRDefault="002915F2" w:rsidP="002915F2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Serious personal injury</w:t>
            </w:r>
          </w:p>
          <w:p w14:paraId="792D6EFF" w14:textId="77777777" w:rsidR="002915F2" w:rsidRPr="000962AF" w:rsidRDefault="002915F2" w:rsidP="002915F2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Broken Bones</w:t>
            </w:r>
          </w:p>
          <w:p w14:paraId="5F082FD6" w14:textId="77777777" w:rsidR="002915F2" w:rsidRPr="001F4612" w:rsidRDefault="002915F2" w:rsidP="002915F2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Death</w:t>
            </w:r>
          </w:p>
        </w:tc>
        <w:tc>
          <w:tcPr>
            <w:tcW w:w="426" w:type="dxa"/>
            <w:vAlign w:val="center"/>
          </w:tcPr>
          <w:p w14:paraId="582000AE" w14:textId="77777777" w:rsidR="002915F2" w:rsidRPr="00307A0C" w:rsidRDefault="002915F2" w:rsidP="002915F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EC6E82E" w14:textId="77777777" w:rsidR="002915F2" w:rsidRPr="00307A0C" w:rsidRDefault="002915F2" w:rsidP="002915F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0FC605CE" w14:textId="77777777" w:rsidR="002915F2" w:rsidRPr="00307A0C" w:rsidRDefault="002915F2" w:rsidP="002915F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3AD96230" w14:textId="77777777" w:rsidR="002915F2" w:rsidRDefault="002915F2" w:rsidP="002915F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84EA0">
              <w:rPr>
                <w:rFonts w:asciiTheme="minorHAnsi" w:hAnsiTheme="minorHAnsi" w:cstheme="minorHAnsi"/>
                <w:sz w:val="20"/>
                <w:szCs w:val="20"/>
              </w:rPr>
              <w:t>All persons engaged in roof work will be adequately trained and supervised.</w:t>
            </w:r>
          </w:p>
          <w:p w14:paraId="4098A7AD" w14:textId="77777777" w:rsidR="00184EA0" w:rsidRDefault="00184EA0" w:rsidP="002915F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 access points and ladders will be checked before the start of any works</w:t>
            </w:r>
          </w:p>
          <w:p w14:paraId="3B656254" w14:textId="77777777" w:rsidR="00184EA0" w:rsidRPr="00184EA0" w:rsidRDefault="00184EA0" w:rsidP="002915F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Weather check to be completed before the start of any works and periodically during the works.</w:t>
            </w:r>
          </w:p>
          <w:p w14:paraId="3B79F91F" w14:textId="77777777" w:rsidR="002915F2" w:rsidRPr="00184EA0" w:rsidRDefault="002915F2" w:rsidP="002915F2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56F47A" w14:textId="77777777" w:rsidR="002915F2" w:rsidRPr="00184EA0" w:rsidRDefault="002915F2" w:rsidP="002915F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0FEDBA79" w14:textId="77777777" w:rsidR="002915F2" w:rsidRDefault="002915F2" w:rsidP="002915F2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Ensure that any fragile surfaces and or roof lights are clearly identified and barriered off</w:t>
            </w:r>
          </w:p>
          <w:p w14:paraId="2E1778BE" w14:textId="77777777" w:rsidR="00184EA0" w:rsidRDefault="00184EA0" w:rsidP="002915F2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correct safety footwear is worn</w:t>
            </w:r>
          </w:p>
          <w:p w14:paraId="557FE11F" w14:textId="77777777" w:rsidR="00184EA0" w:rsidRPr="00184EA0" w:rsidRDefault="00184EA0" w:rsidP="00184EA0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25EC42C5" w14:textId="77777777" w:rsidR="002915F2" w:rsidRPr="00307A0C" w:rsidRDefault="002915F2" w:rsidP="002915F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3CA579B" w14:textId="77777777" w:rsidR="002915F2" w:rsidRPr="00307A0C" w:rsidRDefault="002915F2" w:rsidP="002915F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348FBF8F" w14:textId="77777777" w:rsidR="002915F2" w:rsidRPr="00307A0C" w:rsidRDefault="002915F2" w:rsidP="002915F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0962AF" w:rsidRPr="00C458C3" w14:paraId="71855833" w14:textId="77777777" w:rsidTr="00D86014">
        <w:trPr>
          <w:cantSplit/>
          <w:jc w:val="center"/>
        </w:trPr>
        <w:tc>
          <w:tcPr>
            <w:tcW w:w="1982" w:type="dxa"/>
          </w:tcPr>
          <w:p w14:paraId="70907581" w14:textId="2D7B78BB" w:rsidR="000962AF" w:rsidRPr="00C458C3" w:rsidRDefault="005C4A93" w:rsidP="000962A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AND MOVING MATERILAS ON FLAT ROOF</w:t>
            </w:r>
          </w:p>
        </w:tc>
        <w:tc>
          <w:tcPr>
            <w:tcW w:w="1991" w:type="dxa"/>
          </w:tcPr>
          <w:p w14:paraId="70F8C787" w14:textId="77777777" w:rsidR="000962AF" w:rsidRPr="00672A37" w:rsidRDefault="000962AF" w:rsidP="000962AF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62AF">
              <w:rPr>
                <w:rFonts w:asciiTheme="minorHAnsi" w:hAnsiTheme="minorHAnsi" w:cstheme="minorHAnsi"/>
                <w:b/>
                <w:sz w:val="20"/>
                <w:szCs w:val="20"/>
              </w:rPr>
              <w:t>Falls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of materials</w:t>
            </w:r>
            <w:r w:rsidRPr="000962A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from roof edge</w:t>
            </w:r>
          </w:p>
        </w:tc>
        <w:tc>
          <w:tcPr>
            <w:tcW w:w="1558" w:type="dxa"/>
          </w:tcPr>
          <w:p w14:paraId="130B7504" w14:textId="77777777" w:rsidR="000962AF" w:rsidRPr="000962AF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All site staff</w:t>
            </w:r>
          </w:p>
          <w:p w14:paraId="3994CE61" w14:textId="77777777" w:rsidR="000962AF" w:rsidRPr="000962AF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1CBE345C" w14:textId="77777777" w:rsidR="000962AF" w:rsidRPr="000962AF" w:rsidRDefault="000962AF" w:rsidP="000962AF">
            <w:pPr>
              <w:rPr>
                <w:rFonts w:asciiTheme="minorHAnsi" w:hAnsiTheme="minorHAnsi" w:cstheme="minorHAnsi"/>
                <w:b/>
              </w:rPr>
            </w:pPr>
            <w:r w:rsidRPr="000962AF">
              <w:rPr>
                <w:rFonts w:asciiTheme="minorHAnsi" w:hAnsiTheme="minorHAnsi" w:cstheme="minorHAnsi"/>
                <w:b/>
              </w:rPr>
              <w:t>General public</w:t>
            </w:r>
          </w:p>
          <w:p w14:paraId="47EB6E16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</w:p>
          <w:p w14:paraId="2DEB1277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Lacerations</w:t>
            </w:r>
          </w:p>
          <w:p w14:paraId="2E303C38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Serious personal injury</w:t>
            </w:r>
          </w:p>
          <w:p w14:paraId="0B82F3C8" w14:textId="77777777" w:rsidR="000962AF" w:rsidRPr="000962AF" w:rsidRDefault="000962AF" w:rsidP="000962AF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Broken Bones</w:t>
            </w:r>
          </w:p>
          <w:p w14:paraId="39CF056A" w14:textId="77777777" w:rsidR="000962AF" w:rsidRPr="00C458C3" w:rsidRDefault="000962AF" w:rsidP="000962AF">
            <w:pPr>
              <w:rPr>
                <w:rFonts w:asciiTheme="minorHAnsi" w:hAnsiTheme="minorHAnsi" w:cstheme="minorHAnsi"/>
              </w:rPr>
            </w:pPr>
            <w:r w:rsidRPr="000962AF">
              <w:rPr>
                <w:rFonts w:asciiTheme="minorHAnsi" w:hAnsiTheme="minorHAnsi" w:cstheme="minorHAnsi"/>
              </w:rPr>
              <w:t>Death</w:t>
            </w:r>
          </w:p>
        </w:tc>
        <w:tc>
          <w:tcPr>
            <w:tcW w:w="426" w:type="dxa"/>
            <w:vAlign w:val="center"/>
          </w:tcPr>
          <w:p w14:paraId="560F9178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2E4C79E4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46ECFCBD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400" w:type="dxa"/>
          </w:tcPr>
          <w:p w14:paraId="0CA8C17E" w14:textId="77777777" w:rsidR="000962AF" w:rsidRPr="000962AF" w:rsidRDefault="000962AF" w:rsidP="000962AF">
            <w:pPr>
              <w:numPr>
                <w:ilvl w:val="0"/>
                <w:numId w:val="12"/>
              </w:numPr>
              <w:rPr>
                <w:rFonts w:asciiTheme="minorHAnsi" w:eastAsia="Calibri" w:hAnsiTheme="minorHAnsi" w:cstheme="minorHAnsi"/>
              </w:rPr>
            </w:pPr>
            <w:r w:rsidRPr="000962AF">
              <w:rPr>
                <w:rFonts w:asciiTheme="minorHAnsi" w:eastAsia="Calibri" w:hAnsiTheme="minorHAnsi" w:cstheme="minorHAnsi"/>
              </w:rPr>
              <w:t>Materials will not be thrown down from the roof</w:t>
            </w:r>
          </w:p>
          <w:p w14:paraId="4113C8A7" w14:textId="77777777" w:rsidR="00184EA0" w:rsidRDefault="000962AF" w:rsidP="00184EA0">
            <w:pPr>
              <w:numPr>
                <w:ilvl w:val="0"/>
                <w:numId w:val="12"/>
              </w:numPr>
              <w:rPr>
                <w:rFonts w:asciiTheme="minorHAnsi" w:eastAsia="Calibri" w:hAnsiTheme="minorHAnsi" w:cstheme="minorHAnsi"/>
              </w:rPr>
            </w:pPr>
            <w:r w:rsidRPr="000962AF">
              <w:rPr>
                <w:rFonts w:asciiTheme="minorHAnsi" w:eastAsia="Calibri" w:hAnsiTheme="minorHAnsi" w:cstheme="minorHAnsi"/>
              </w:rPr>
              <w:t xml:space="preserve"> Necessary precautions will be taken to prevent materials either falling from or being blown off a roof.</w:t>
            </w:r>
          </w:p>
          <w:p w14:paraId="2F058C41" w14:textId="77777777" w:rsidR="000962AF" w:rsidRPr="00184EA0" w:rsidRDefault="000962AF" w:rsidP="00184EA0">
            <w:pPr>
              <w:numPr>
                <w:ilvl w:val="0"/>
                <w:numId w:val="12"/>
              </w:numPr>
              <w:rPr>
                <w:rFonts w:asciiTheme="minorHAnsi" w:eastAsia="Calibr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Adequate precautions, as necessary, will be taken to protect others who may be affected by roof work.</w:t>
            </w:r>
          </w:p>
        </w:tc>
        <w:tc>
          <w:tcPr>
            <w:tcW w:w="3117" w:type="dxa"/>
          </w:tcPr>
          <w:p w14:paraId="02E26E70" w14:textId="77777777" w:rsidR="000962AF" w:rsidRPr="00184EA0" w:rsidRDefault="002915F2" w:rsidP="002915F2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A competent person will be required to inspect scaffolds and lifting appliances and complete Inspection Register</w:t>
            </w:r>
          </w:p>
          <w:p w14:paraId="43B3637A" w14:textId="77777777" w:rsidR="002915F2" w:rsidRPr="00184EA0" w:rsidRDefault="002915F2" w:rsidP="002915F2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All fragile materials i.e. Roof</w:t>
            </w:r>
          </w:p>
          <w:p w14:paraId="53FC2047" w14:textId="77777777" w:rsidR="00184EA0" w:rsidRDefault="002915F2" w:rsidP="00184EA0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lights etc. will be covered or fenced</w:t>
            </w:r>
          </w:p>
          <w:p w14:paraId="0A6F3649" w14:textId="60AE7232" w:rsidR="002915F2" w:rsidRDefault="002915F2" w:rsidP="00184EA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 xml:space="preserve">Area </w:t>
            </w:r>
            <w:r w:rsidR="003222D1" w:rsidRPr="00184EA0">
              <w:rPr>
                <w:rFonts w:asciiTheme="minorHAnsi" w:hAnsiTheme="minorHAnsi" w:cstheme="minorHAnsi"/>
              </w:rPr>
              <w:t>beneath</w:t>
            </w:r>
            <w:r w:rsidRPr="00184EA0">
              <w:rPr>
                <w:rFonts w:asciiTheme="minorHAnsi" w:hAnsiTheme="minorHAnsi" w:cstheme="minorHAnsi"/>
              </w:rPr>
              <w:t xml:space="preserve"> the work area to be </w:t>
            </w:r>
            <w:r w:rsidR="003222D1" w:rsidRPr="00184EA0">
              <w:rPr>
                <w:rFonts w:asciiTheme="minorHAnsi" w:hAnsiTheme="minorHAnsi" w:cstheme="minorHAnsi"/>
              </w:rPr>
              <w:t>barrier</w:t>
            </w:r>
            <w:r w:rsidRPr="00184EA0">
              <w:rPr>
                <w:rFonts w:asciiTheme="minorHAnsi" w:hAnsiTheme="minorHAnsi" w:cstheme="minorHAnsi"/>
              </w:rPr>
              <w:t xml:space="preserve"> off</w:t>
            </w:r>
          </w:p>
          <w:p w14:paraId="678256F9" w14:textId="77777777" w:rsidR="00184EA0" w:rsidRPr="00184EA0" w:rsidRDefault="00184EA0" w:rsidP="00184EA0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Tool belts will be provided and used</w:t>
            </w:r>
          </w:p>
        </w:tc>
        <w:tc>
          <w:tcPr>
            <w:tcW w:w="425" w:type="dxa"/>
            <w:vAlign w:val="center"/>
          </w:tcPr>
          <w:p w14:paraId="0E4F811A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B18727A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13EC765C" w14:textId="77777777" w:rsidR="000962AF" w:rsidRPr="00307A0C" w:rsidRDefault="000962AF" w:rsidP="000962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8C60DD" w:rsidRPr="00C458C3" w14:paraId="0A7D3FF6" w14:textId="77777777" w:rsidTr="000962AF">
        <w:trPr>
          <w:cantSplit/>
          <w:jc w:val="center"/>
        </w:trPr>
        <w:tc>
          <w:tcPr>
            <w:tcW w:w="1982" w:type="dxa"/>
          </w:tcPr>
          <w:p w14:paraId="23957FE2" w14:textId="6C1D4156" w:rsidR="008C60DD" w:rsidRPr="009A14C4" w:rsidRDefault="005C4A93" w:rsidP="008C60D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Style w:val="Strong"/>
                <w:rFonts w:asciiTheme="minorHAnsi" w:hAnsiTheme="minorHAnsi" w:cstheme="minorHAnsi"/>
              </w:rPr>
              <w:t>WORKING ON FLAT ROOF-WEATHER</w:t>
            </w:r>
          </w:p>
        </w:tc>
        <w:tc>
          <w:tcPr>
            <w:tcW w:w="1991" w:type="dxa"/>
          </w:tcPr>
          <w:p w14:paraId="3957D58C" w14:textId="77777777" w:rsidR="008C60DD" w:rsidRPr="00BC219A" w:rsidRDefault="00184EA0" w:rsidP="008C60DD">
            <w:pPr>
              <w:rPr>
                <w:rFonts w:asciiTheme="minorHAnsi" w:hAnsiTheme="minorHAnsi" w:cstheme="minorHAnsi"/>
                <w:b/>
              </w:rPr>
            </w:pPr>
            <w:r w:rsidRPr="00BC219A">
              <w:rPr>
                <w:rFonts w:asciiTheme="minorHAnsi" w:hAnsiTheme="minorHAnsi" w:cstheme="minorHAnsi"/>
                <w:b/>
              </w:rPr>
              <w:t>Inclement weather</w:t>
            </w:r>
          </w:p>
        </w:tc>
        <w:tc>
          <w:tcPr>
            <w:tcW w:w="1558" w:type="dxa"/>
          </w:tcPr>
          <w:p w14:paraId="79A82A88" w14:textId="77777777" w:rsidR="008C60DD" w:rsidRPr="0035742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357427">
              <w:rPr>
                <w:rFonts w:asciiTheme="minorHAnsi" w:hAnsiTheme="minorHAnsi" w:cstheme="minorHAnsi"/>
                <w:b/>
              </w:rPr>
              <w:t>Site staff</w:t>
            </w:r>
          </w:p>
          <w:p w14:paraId="437498F8" w14:textId="77777777" w:rsidR="008C60DD" w:rsidRPr="0035742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357427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6B1D3BC8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Slips</w:t>
            </w:r>
          </w:p>
          <w:p w14:paraId="5B8B51C1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Trips</w:t>
            </w:r>
          </w:p>
          <w:p w14:paraId="0ACC3AC0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Falls</w:t>
            </w:r>
          </w:p>
          <w:p w14:paraId="57F67EDD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266DB715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5A156F74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03619248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400" w:type="dxa"/>
          </w:tcPr>
          <w:p w14:paraId="51357F2A" w14:textId="77777777" w:rsidR="008C60DD" w:rsidRPr="00184EA0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84EA0">
              <w:rPr>
                <w:rFonts w:asciiTheme="minorHAnsi" w:hAnsiTheme="minorHAnsi" w:cstheme="minorHAnsi"/>
                <w:sz w:val="20"/>
                <w:szCs w:val="20"/>
              </w:rPr>
              <w:t xml:space="preserve">High winds can tilt </w:t>
            </w:r>
            <w:r w:rsidR="00184EA0">
              <w:rPr>
                <w:rFonts w:asciiTheme="minorHAnsi" w:hAnsiTheme="minorHAnsi" w:cstheme="minorHAnsi"/>
                <w:sz w:val="20"/>
                <w:szCs w:val="20"/>
              </w:rPr>
              <w:t>access ladders</w:t>
            </w:r>
            <w:r w:rsidRPr="00184EA0">
              <w:rPr>
                <w:rFonts w:asciiTheme="minorHAnsi" w:hAnsiTheme="minorHAnsi" w:cstheme="minorHAnsi"/>
                <w:sz w:val="20"/>
                <w:szCs w:val="20"/>
              </w:rPr>
              <w:t xml:space="preserve"> and make them unstable. </w:t>
            </w:r>
          </w:p>
          <w:p w14:paraId="0C5C5224" w14:textId="77777777" w:rsidR="008C60DD" w:rsidRPr="00184EA0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84EA0">
              <w:rPr>
                <w:rFonts w:asciiTheme="minorHAnsi" w:hAnsiTheme="minorHAnsi" w:cstheme="minorHAnsi"/>
                <w:sz w:val="20"/>
                <w:szCs w:val="20"/>
              </w:rPr>
              <w:t xml:space="preserve">Set a maximum safe wind speed for operation. </w:t>
            </w:r>
          </w:p>
          <w:p w14:paraId="4CC7E76C" w14:textId="329FB9B7" w:rsidR="008C60DD" w:rsidRPr="00184EA0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84EA0">
              <w:rPr>
                <w:rFonts w:asciiTheme="minorHAnsi" w:hAnsiTheme="minorHAnsi" w:cstheme="minorHAnsi"/>
                <w:sz w:val="20"/>
                <w:szCs w:val="20"/>
              </w:rPr>
              <w:t xml:space="preserve">Storms and snowfalls can also </w:t>
            </w:r>
            <w:r w:rsidR="00184EA0">
              <w:rPr>
                <w:rFonts w:asciiTheme="minorHAnsi" w:hAnsiTheme="minorHAnsi" w:cstheme="minorHAnsi"/>
                <w:sz w:val="20"/>
                <w:szCs w:val="20"/>
              </w:rPr>
              <w:t xml:space="preserve">make roof surface </w:t>
            </w:r>
            <w:r w:rsidR="003222D1">
              <w:rPr>
                <w:rFonts w:asciiTheme="minorHAnsi" w:hAnsiTheme="minorHAnsi" w:cstheme="minorHAnsi"/>
                <w:sz w:val="20"/>
                <w:szCs w:val="20"/>
              </w:rPr>
              <w:t>slippery</w:t>
            </w:r>
            <w:r w:rsidRPr="00184EA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060ADA" w14:textId="77777777" w:rsidR="008C60DD" w:rsidRPr="00184EA0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84EA0">
              <w:rPr>
                <w:rFonts w:asciiTheme="minorHAnsi" w:hAnsiTheme="minorHAnsi" w:cstheme="minorHAnsi"/>
                <w:sz w:val="20"/>
                <w:szCs w:val="20"/>
              </w:rPr>
              <w:t>Inspect the platform before use after severe weather.</w:t>
            </w:r>
          </w:p>
        </w:tc>
        <w:tc>
          <w:tcPr>
            <w:tcW w:w="3117" w:type="dxa"/>
          </w:tcPr>
          <w:p w14:paraId="7EDB2741" w14:textId="77777777" w:rsidR="008C60DD" w:rsidRPr="00184EA0" w:rsidRDefault="008C60DD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Weather forecast to be checked during the works on a regular basis</w:t>
            </w:r>
          </w:p>
          <w:p w14:paraId="387DF58E" w14:textId="77777777" w:rsidR="008C60DD" w:rsidRDefault="008C60DD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Appropriate personal protective equipment must be worn during periods of inclement weather</w:t>
            </w:r>
          </w:p>
          <w:p w14:paraId="534215B0" w14:textId="77777777" w:rsidR="00184EA0" w:rsidRPr="00184EA0" w:rsidRDefault="00184EA0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Supervisor to ascertain if work should take place during periods of inclement weather</w:t>
            </w:r>
          </w:p>
        </w:tc>
        <w:tc>
          <w:tcPr>
            <w:tcW w:w="425" w:type="dxa"/>
            <w:vAlign w:val="center"/>
          </w:tcPr>
          <w:p w14:paraId="2946D742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DBCBC0C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6C86CD42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020B71E6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745448" w:rsidRPr="00307A0C" w14:paraId="5F147D90" w14:textId="77777777" w:rsidTr="00DE194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0C1D3A82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585A385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182F308B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656606BB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161D23A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76ED90D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12DA5369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5CBEABC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19CFBEF7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51DDD7E1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46AFBDE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0E702922" w14:textId="77777777" w:rsidTr="00DE194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3021DDD2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E479955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3BD215C4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0599C969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7D0866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15C00AC9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036A88E1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911DAA2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CFD49DA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C06F13D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016157C1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8C60DD" w:rsidRPr="00D86014" w14:paraId="3F84DD2B" w14:textId="77777777" w:rsidTr="00D17FE1">
        <w:trPr>
          <w:cantSplit/>
          <w:jc w:val="center"/>
        </w:trPr>
        <w:tc>
          <w:tcPr>
            <w:tcW w:w="1982" w:type="dxa"/>
          </w:tcPr>
          <w:p w14:paraId="7FE6C2A8" w14:textId="452F728B" w:rsidR="008C60DD" w:rsidRPr="00C458C3" w:rsidRDefault="005C4A93" w:rsidP="008C60D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IN THE SUN</w:t>
            </w:r>
          </w:p>
        </w:tc>
        <w:tc>
          <w:tcPr>
            <w:tcW w:w="1991" w:type="dxa"/>
          </w:tcPr>
          <w:p w14:paraId="52C6B369" w14:textId="20927EB6" w:rsidR="00184EA0" w:rsidRPr="00184EA0" w:rsidRDefault="00184EA0" w:rsidP="00184EA0">
            <w:pPr>
              <w:rPr>
                <w:rFonts w:asciiTheme="minorHAnsi" w:hAnsiTheme="minorHAnsi" w:cstheme="minorHAnsi"/>
                <w:b/>
              </w:rPr>
            </w:pPr>
            <w:r w:rsidRPr="00184EA0">
              <w:rPr>
                <w:rFonts w:asciiTheme="minorHAnsi" w:hAnsiTheme="minorHAnsi" w:cstheme="minorHAnsi"/>
                <w:b/>
              </w:rPr>
              <w:t xml:space="preserve">High levels of solar ultraviolet radiation (UVR) from exposure to direct sunlight and reflective surfaces such as concrete, metal and </w:t>
            </w:r>
            <w:r w:rsidR="003222D1" w:rsidRPr="00184EA0">
              <w:rPr>
                <w:rFonts w:asciiTheme="minorHAnsi" w:hAnsiTheme="minorHAnsi" w:cstheme="minorHAnsi"/>
                <w:b/>
              </w:rPr>
              <w:t>glass in</w:t>
            </w:r>
            <w:r w:rsidRPr="00184EA0">
              <w:rPr>
                <w:rFonts w:asciiTheme="minorHAnsi" w:hAnsiTheme="minorHAnsi" w:cstheme="minorHAnsi"/>
                <w:b/>
              </w:rPr>
              <w:t xml:space="preserve"> roofing materials. </w:t>
            </w:r>
          </w:p>
          <w:p w14:paraId="2BDD957E" w14:textId="77777777" w:rsidR="008C60DD" w:rsidRPr="00184EA0" w:rsidRDefault="008C60DD" w:rsidP="008C60D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</w:tcPr>
          <w:p w14:paraId="6EBCCE26" w14:textId="77777777" w:rsidR="00184EA0" w:rsidRPr="00184EA0" w:rsidRDefault="00184EA0" w:rsidP="00184EA0">
            <w:pPr>
              <w:rPr>
                <w:rFonts w:asciiTheme="minorHAnsi" w:hAnsiTheme="minorHAnsi" w:cstheme="minorHAnsi"/>
                <w:b/>
              </w:rPr>
            </w:pPr>
            <w:r w:rsidRPr="00184EA0">
              <w:rPr>
                <w:rFonts w:asciiTheme="minorHAnsi" w:hAnsiTheme="minorHAnsi" w:cstheme="minorHAnsi"/>
                <w:b/>
              </w:rPr>
              <w:t>Site staff</w:t>
            </w:r>
          </w:p>
          <w:p w14:paraId="5C3D7DAA" w14:textId="77777777" w:rsidR="00184EA0" w:rsidRPr="00184EA0" w:rsidRDefault="00184EA0" w:rsidP="00184EA0">
            <w:pPr>
              <w:rPr>
                <w:rFonts w:asciiTheme="minorHAnsi" w:hAnsiTheme="minorHAnsi" w:cstheme="minorHAnsi"/>
                <w:b/>
              </w:rPr>
            </w:pPr>
            <w:r w:rsidRPr="00184EA0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3E0AD852" w14:textId="77777777" w:rsidR="00184EA0" w:rsidRPr="00184EA0" w:rsidRDefault="00184EA0" w:rsidP="00184EA0">
            <w:p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Slips</w:t>
            </w:r>
          </w:p>
          <w:p w14:paraId="41199B67" w14:textId="77777777" w:rsidR="00184EA0" w:rsidRPr="00184EA0" w:rsidRDefault="00184EA0" w:rsidP="00184EA0">
            <w:p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Trips</w:t>
            </w:r>
          </w:p>
          <w:p w14:paraId="0E6BA18D" w14:textId="77777777" w:rsidR="00184EA0" w:rsidRPr="00184EA0" w:rsidRDefault="00184EA0" w:rsidP="00184EA0">
            <w:p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Falls</w:t>
            </w:r>
          </w:p>
          <w:p w14:paraId="52215D9C" w14:textId="77777777" w:rsidR="008C60DD" w:rsidRDefault="00184EA0" w:rsidP="00184EA0">
            <w:p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65111D22" w14:textId="77777777" w:rsidR="008C60DD" w:rsidRPr="00C250B0" w:rsidRDefault="00BC219A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5C979E08" w14:textId="77777777" w:rsidR="008C60DD" w:rsidRPr="00C250B0" w:rsidRDefault="00BC219A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3F967C56" w14:textId="77777777" w:rsidR="008C60DD" w:rsidRPr="00C250B0" w:rsidRDefault="00BC219A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400" w:type="dxa"/>
          </w:tcPr>
          <w:p w14:paraId="0B2CCA82" w14:textId="77777777" w:rsidR="00184EA0" w:rsidRPr="00184EA0" w:rsidRDefault="00184EA0" w:rsidP="00184EA0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C</w:t>
            </w:r>
            <w:r w:rsidRPr="00184EA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arrying out roof work earlier in the morning or later in the day </w:t>
            </w:r>
          </w:p>
          <w:p w14:paraId="506199D8" w14:textId="77777777" w:rsidR="00184EA0" w:rsidRDefault="00184EA0" w:rsidP="00184EA0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R</w:t>
            </w:r>
            <w:r w:rsidRPr="00184EA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otating or sharing between external and internal work </w:t>
            </w:r>
          </w:p>
          <w:p w14:paraId="4B57CB49" w14:textId="25854A17" w:rsidR="008C60DD" w:rsidRPr="00BC219A" w:rsidRDefault="00184EA0" w:rsidP="00BC219A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</w:t>
            </w:r>
            <w:r w:rsidRPr="00184EA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earing a hat, sunglasses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Ensure you </w:t>
            </w:r>
            <w:r w:rsidR="00CB3439" w:rsidRPr="00184EA0">
              <w:rPr>
                <w:rFonts w:asciiTheme="minorHAnsi" w:eastAsia="Times New Roman" w:hAnsiTheme="minorHAnsi" w:cstheme="minorHAnsi"/>
                <w:sz w:val="20"/>
                <w:szCs w:val="20"/>
              </w:rPr>
              <w:t>applying 30</w:t>
            </w:r>
            <w:r w:rsidRPr="00184EA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+ SPF sunscreen, and </w:t>
            </w:r>
            <w:r>
              <w:rPr>
                <w:rFonts w:eastAsia="Times New Roman" w:cs="Calibri"/>
                <w:sz w:val="20"/>
                <w:szCs w:val="20"/>
              </w:rPr>
              <w:t xml:space="preserve">were possible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work </w:t>
            </w:r>
            <w:r w:rsidRPr="00184EA0">
              <w:rPr>
                <w:rFonts w:asciiTheme="minorHAnsi" w:eastAsia="Times New Roman" w:hAnsiTheme="minorHAnsi" w:cstheme="minorHAnsi"/>
                <w:sz w:val="20"/>
                <w:szCs w:val="20"/>
              </w:rPr>
              <w:t>in the shade or under overhead protection (although be aware of potential exposure from nearby reflective surfaces).</w:t>
            </w:r>
          </w:p>
        </w:tc>
        <w:tc>
          <w:tcPr>
            <w:tcW w:w="3117" w:type="dxa"/>
          </w:tcPr>
          <w:p w14:paraId="021E84DE" w14:textId="77777777" w:rsidR="00BC219A" w:rsidRDefault="00BC219A" w:rsidP="00BC219A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84EA0">
              <w:rPr>
                <w:rFonts w:asciiTheme="minorHAnsi" w:eastAsia="Times New Roman" w:hAnsiTheme="minorHAnsi" w:cstheme="minorHAnsi"/>
                <w:sz w:val="20"/>
                <w:szCs w:val="20"/>
              </w:rPr>
              <w:t>Where reasonably practicable, workers should wear clothing that c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overs as much skin as possible.</w:t>
            </w:r>
          </w:p>
          <w:p w14:paraId="67DBE7DA" w14:textId="2A13727C" w:rsidR="008C60DD" w:rsidRDefault="00BC219A" w:rsidP="00BC219A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184EA0">
              <w:rPr>
                <w:rFonts w:asciiTheme="minorHAnsi" w:hAnsiTheme="minorHAnsi" w:cstheme="minorHAnsi"/>
              </w:rPr>
              <w:t>Examples include loose-</w:t>
            </w:r>
            <w:r w:rsidR="00CB3439" w:rsidRPr="00184EA0">
              <w:rPr>
                <w:rFonts w:asciiTheme="minorHAnsi" w:hAnsiTheme="minorHAnsi" w:cstheme="minorHAnsi"/>
              </w:rPr>
              <w:t>weave fabric</w:t>
            </w:r>
            <w:r w:rsidRPr="00184EA0">
              <w:rPr>
                <w:rFonts w:asciiTheme="minorHAnsi" w:hAnsiTheme="minorHAnsi" w:cstheme="minorHAnsi"/>
              </w:rPr>
              <w:t xml:space="preserve"> shirts with a collar and long sleeves, long trousers and hats with broad brims or caps with ‘legionnaire’ style peak and </w:t>
            </w:r>
            <w:r w:rsidR="00CB3439" w:rsidRPr="00184EA0">
              <w:rPr>
                <w:rFonts w:asciiTheme="minorHAnsi" w:hAnsiTheme="minorHAnsi" w:cstheme="minorHAnsi"/>
              </w:rPr>
              <w:t>flap at</w:t>
            </w:r>
            <w:r w:rsidRPr="00184EA0">
              <w:rPr>
                <w:rFonts w:asciiTheme="minorHAnsi" w:hAnsiTheme="minorHAnsi" w:cstheme="minorHAnsi"/>
              </w:rPr>
              <w:t xml:space="preserve"> the back.</w:t>
            </w:r>
          </w:p>
        </w:tc>
        <w:tc>
          <w:tcPr>
            <w:tcW w:w="425" w:type="dxa"/>
            <w:vAlign w:val="center"/>
          </w:tcPr>
          <w:p w14:paraId="7A5A80AB" w14:textId="77777777" w:rsidR="008C60DD" w:rsidRPr="00307A0C" w:rsidRDefault="00BC219A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D07153B" w14:textId="77777777" w:rsidR="008C60DD" w:rsidRPr="00307A0C" w:rsidRDefault="00BC219A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13C6750B" w14:textId="77777777" w:rsidR="008C60DD" w:rsidRPr="00307A0C" w:rsidRDefault="00BC219A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8C60DD" w:rsidRPr="00D86014" w14:paraId="26E6C57D" w14:textId="77777777" w:rsidTr="00D526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6725A0F9" w14:textId="3CFC6E25" w:rsidR="008C60DD" w:rsidRPr="002A0E52" w:rsidRDefault="005C4A93" w:rsidP="00BC219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UNAUTHORISED ACCESS TO FLAT ROOF </w:t>
            </w:r>
          </w:p>
        </w:tc>
        <w:tc>
          <w:tcPr>
            <w:tcW w:w="1991" w:type="dxa"/>
          </w:tcPr>
          <w:p w14:paraId="299D4EF1" w14:textId="77777777" w:rsidR="008C60DD" w:rsidRPr="00672A3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672A37">
              <w:rPr>
                <w:rFonts w:asciiTheme="minorHAnsi" w:hAnsiTheme="minorHAnsi" w:cstheme="minorHAnsi"/>
                <w:b/>
              </w:rPr>
              <w:t xml:space="preserve">Unauthorised Access </w:t>
            </w:r>
          </w:p>
          <w:p w14:paraId="12EA4F44" w14:textId="77777777" w:rsidR="008C60DD" w:rsidRPr="00672A37" w:rsidRDefault="008C60DD" w:rsidP="008C60D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</w:tcPr>
          <w:p w14:paraId="41EFA3C4" w14:textId="77777777" w:rsidR="008C60DD" w:rsidRPr="00120B0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General public</w:t>
            </w:r>
          </w:p>
          <w:p w14:paraId="216A7BA9" w14:textId="77777777" w:rsidR="008C60DD" w:rsidRPr="00120B0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Children</w:t>
            </w:r>
          </w:p>
          <w:p w14:paraId="0D16B3A0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</w:p>
          <w:p w14:paraId="3AF5C190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Fall from </w:t>
            </w:r>
            <w:r w:rsidR="00BC219A">
              <w:rPr>
                <w:rFonts w:asciiTheme="minorHAnsi" w:hAnsiTheme="minorHAnsi" w:cstheme="minorHAnsi"/>
              </w:rPr>
              <w:t>flat roof</w:t>
            </w:r>
          </w:p>
          <w:p w14:paraId="010F933F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  <w:p w14:paraId="4D909ADF" w14:textId="77777777" w:rsidR="008C60DD" w:rsidRPr="00120B07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Death</w:t>
            </w:r>
          </w:p>
        </w:tc>
        <w:tc>
          <w:tcPr>
            <w:tcW w:w="426" w:type="dxa"/>
            <w:vAlign w:val="center"/>
          </w:tcPr>
          <w:p w14:paraId="3F9245B0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69884CB9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2CF4429B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31ABEF47" w14:textId="4BA56FBA" w:rsidR="008C60DD" w:rsidRDefault="00BC219A" w:rsidP="008C60D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While works are taking </w:t>
            </w:r>
            <w:r w:rsidR="00CB3439">
              <w:rPr>
                <w:rFonts w:asciiTheme="minorHAnsi" w:hAnsiTheme="minorHAnsi" w:cstheme="minorHAnsi"/>
                <w:sz w:val="20"/>
                <w:szCs w:val="20"/>
              </w:rPr>
              <w:t>place,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the access</w:t>
            </w:r>
            <w:r w:rsidR="008C60DD">
              <w:rPr>
                <w:rFonts w:asciiTheme="minorHAnsi" w:hAnsiTheme="minorHAnsi" w:cstheme="minorHAnsi"/>
                <w:sz w:val="20"/>
                <w:szCs w:val="20"/>
              </w:rPr>
              <w:t xml:space="preserve"> must be</w:t>
            </w:r>
            <w:r w:rsidR="008C60DD"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 boarded/closed off or removed to </w:t>
            </w:r>
            <w:r w:rsidR="00CB3439" w:rsidRPr="00120B07">
              <w:rPr>
                <w:rFonts w:asciiTheme="minorHAnsi" w:hAnsiTheme="minorHAnsi" w:cstheme="minorHAnsi"/>
                <w:sz w:val="20"/>
                <w:szCs w:val="20"/>
              </w:rPr>
              <w:t>prevent unauthorised</w:t>
            </w:r>
            <w:r w:rsidR="008C60DD"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 access after working hrs</w:t>
            </w:r>
          </w:p>
          <w:p w14:paraId="2C074EC3" w14:textId="77777777" w:rsidR="008C60DD" w:rsidRDefault="008C60DD" w:rsidP="008C60D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Appropriate site safety signage </w:t>
            </w:r>
            <w:r w:rsidR="00BC219A">
              <w:rPr>
                <w:rFonts w:asciiTheme="minorHAnsi" w:hAnsiTheme="minorHAnsi" w:cstheme="minorHAnsi"/>
                <w:sz w:val="20"/>
                <w:szCs w:val="20"/>
              </w:rPr>
              <w:t xml:space="preserve">must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 displayed.</w:t>
            </w:r>
          </w:p>
          <w:p w14:paraId="2F654BC2" w14:textId="5E3D5DEB" w:rsidR="008C60DD" w:rsidRPr="00120B07" w:rsidRDefault="00BC219A" w:rsidP="008C60D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Site security must be checked</w:t>
            </w:r>
            <w:r w:rsidR="008C60DD">
              <w:rPr>
                <w:rFonts w:asciiTheme="minorHAnsi" w:hAnsiTheme="minorHAnsi" w:cstheme="minorHAnsi"/>
                <w:sz w:val="20"/>
                <w:szCs w:val="20"/>
              </w:rPr>
              <w:t xml:space="preserve"> to ensure access cannot be gained 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 members of the general public/</w:t>
            </w:r>
            <w:r w:rsidR="00CB3439">
              <w:rPr>
                <w:rFonts w:asciiTheme="minorHAnsi" w:hAnsiTheme="minorHAnsi" w:cstheme="minorHAnsi"/>
                <w:sz w:val="20"/>
                <w:szCs w:val="20"/>
              </w:rPr>
              <w:t>trespassers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C60DD">
              <w:rPr>
                <w:rFonts w:asciiTheme="minorHAnsi" w:hAnsiTheme="minorHAnsi" w:cstheme="minorHAnsi"/>
                <w:sz w:val="20"/>
                <w:szCs w:val="20"/>
              </w:rPr>
              <w:t>and children</w:t>
            </w:r>
          </w:p>
          <w:p w14:paraId="5C181ECD" w14:textId="77777777" w:rsidR="008C60DD" w:rsidRDefault="008C60DD" w:rsidP="008C60DD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7" w:type="dxa"/>
          </w:tcPr>
          <w:p w14:paraId="246289B2" w14:textId="4D83544E" w:rsidR="008C60DD" w:rsidRPr="00CA76EE" w:rsidRDefault="008C60DD" w:rsidP="00BC219A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checks to be completed at the end of the day to ensure </w:t>
            </w:r>
            <w:r w:rsidR="00CB3439">
              <w:rPr>
                <w:rFonts w:asciiTheme="minorHAnsi" w:hAnsiTheme="minorHAnsi" w:cstheme="minorHAnsi"/>
              </w:rPr>
              <w:t>access to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C219A">
              <w:rPr>
                <w:rFonts w:asciiTheme="minorHAnsi" w:hAnsiTheme="minorHAnsi" w:cstheme="minorHAnsi"/>
              </w:rPr>
              <w:t>roof has been closed off and all access points and ladders have been removed</w:t>
            </w:r>
          </w:p>
        </w:tc>
        <w:tc>
          <w:tcPr>
            <w:tcW w:w="425" w:type="dxa"/>
            <w:vAlign w:val="center"/>
          </w:tcPr>
          <w:p w14:paraId="734948BA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D780A52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552" w:type="dxa"/>
            <w:vAlign w:val="center"/>
          </w:tcPr>
          <w:p w14:paraId="6130C447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7E332340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0ADC3C19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3DFA49A6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5E8327B" w14:textId="77777777" w:rsidR="007934F3" w:rsidRDefault="007934F3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7E575F7" w14:textId="77777777" w:rsidR="007934F3" w:rsidRDefault="007934F3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8EB8A67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F296D0E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349918C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8616B12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C5568C2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3A09E70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3EAFEDD" w14:textId="77777777" w:rsidR="008C60DD" w:rsidRDefault="008C60DD" w:rsidP="008C60D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9402566" w14:textId="77777777" w:rsidR="007770CC" w:rsidRPr="007770CC" w:rsidRDefault="007770CC" w:rsidP="008C60D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0CE78DFA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2A3E7415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67"/>
        <w:gridCol w:w="567"/>
        <w:gridCol w:w="2127"/>
        <w:gridCol w:w="1984"/>
        <w:gridCol w:w="1985"/>
        <w:gridCol w:w="1984"/>
        <w:gridCol w:w="1706"/>
      </w:tblGrid>
      <w:tr w:rsidR="00745448" w:rsidRPr="00651EF5" w14:paraId="2DC749CF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38F80F50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1F70470E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3162B981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3736667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6D2C3D68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553C9D44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116A157E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1AA7DFFB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5167452B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01D55A97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71010FC5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50C6EC42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7A627BE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2F3894F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8B8141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38E66A1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A813B7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4AD2294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B8670B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6F9F1A35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45BD5BA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0C725EB4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685D64F0" w14:textId="77777777" w:rsidTr="00BC219A">
        <w:trPr>
          <w:jc w:val="center"/>
        </w:trPr>
        <w:tc>
          <w:tcPr>
            <w:tcW w:w="2263" w:type="dxa"/>
            <w:shd w:val="clear" w:color="auto" w:fill="92D050"/>
          </w:tcPr>
          <w:p w14:paraId="354869B0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360B660C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92D050"/>
          </w:tcPr>
          <w:p w14:paraId="6E569D6B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0BE20185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7860F14D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A161AB3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7D0B0516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92D050"/>
          </w:tcPr>
          <w:p w14:paraId="2ACF28CF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E09DF60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1F63FED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3EFF40CA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6165491E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5B2E589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3B1C5FE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A9733E6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25AECD6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4AF847C4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1BCB3740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5E134FC4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25E7F0EA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4E120B4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546E368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2B8ECCFF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05B1FA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62DA8C1B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53DCF5B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5F48D74F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0878D848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1F0DE8D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3A98FA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25BDF41C" w14:textId="77777777" w:rsidTr="001603FD">
        <w:trPr>
          <w:jc w:val="center"/>
        </w:trPr>
        <w:tc>
          <w:tcPr>
            <w:tcW w:w="2263" w:type="dxa"/>
            <w:shd w:val="clear" w:color="auto" w:fill="auto"/>
          </w:tcPr>
          <w:p w14:paraId="31E6053E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6063E999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740576C2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10A9EB10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1AB7E95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0B23F5B2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92D050"/>
          </w:tcPr>
          <w:p w14:paraId="7D955FCA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6688B613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44C352C6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034A9DA8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608EF47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67449F04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E9558FC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5283910A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C601024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2C57F0F3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069D2226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352C9D6C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144B4E20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2800CD16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41C885F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44C7CDFD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40362F6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79C5BA7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18E5F16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3DE2A75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B3A47A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45DB174C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0119ABB6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50DD0436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49F77411" w14:textId="77777777" w:rsidR="00745448" w:rsidRPr="00632DD1" w:rsidRDefault="00632DD1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1603FD" w:rsidRPr="00651EF5" w14:paraId="1B5B0908" w14:textId="77777777" w:rsidTr="00BC219A">
        <w:trPr>
          <w:jc w:val="center"/>
        </w:trPr>
        <w:tc>
          <w:tcPr>
            <w:tcW w:w="2263" w:type="dxa"/>
            <w:shd w:val="clear" w:color="auto" w:fill="auto"/>
          </w:tcPr>
          <w:p w14:paraId="0BA00BA2" w14:textId="77777777" w:rsidR="001603FD" w:rsidRPr="00651EF5" w:rsidRDefault="001603FD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15EAFFB3" w14:textId="77777777" w:rsidR="001603FD" w:rsidRPr="00651EF5" w:rsidRDefault="001603FD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73603231" w14:textId="77777777" w:rsidR="001603FD" w:rsidRPr="001603FD" w:rsidRDefault="001603FD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14:paraId="4C727C88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5F205BA0" w14:textId="77777777" w:rsidR="001603FD" w:rsidRPr="001603FD" w:rsidRDefault="001603FD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Nio</w:t>
            </w:r>
          </w:p>
        </w:tc>
        <w:tc>
          <w:tcPr>
            <w:tcW w:w="567" w:type="dxa"/>
            <w:shd w:val="clear" w:color="auto" w:fill="auto"/>
          </w:tcPr>
          <w:p w14:paraId="7767EA61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92D050"/>
          </w:tcPr>
          <w:p w14:paraId="68978299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77A0F10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40A0865F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94FAEC5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30F0A79D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0E7626F7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5C187E7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4C878F45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0790288E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407084EF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37A8AB41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5CBE9BB4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17681FFC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09FC6FD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CA1937A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DA398AC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4824C0CC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4505226F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1367BBA3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7106CB5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B4ED8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340A25B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0456DCF8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128DE08B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60FC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AAD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291F5BC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48D224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5682C9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882BAC7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1A4420B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42A6C2D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4BABEF1A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67EBE29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5F60167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449BC4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1BC7BCD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8A54D6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897C14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0DDF47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6DF7695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7921E9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52231770" w14:textId="77777777" w:rsidTr="007F77F6">
        <w:tc>
          <w:tcPr>
            <w:tcW w:w="614" w:type="dxa"/>
            <w:vMerge/>
            <w:shd w:val="clear" w:color="auto" w:fill="E0E0E0"/>
          </w:tcPr>
          <w:p w14:paraId="1E00A26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1962D06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7EE13BA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21BB7A9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305BFBB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3D40F5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95D6C7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60173F10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6DB323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1ACB85CA" w14:textId="77777777" w:rsidTr="007F77F6">
        <w:tc>
          <w:tcPr>
            <w:tcW w:w="614" w:type="dxa"/>
            <w:vMerge/>
            <w:shd w:val="clear" w:color="auto" w:fill="E0E0E0"/>
          </w:tcPr>
          <w:p w14:paraId="2747166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6D334AC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63C89A9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21DEAAA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7644C94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7EAFDD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D17FDF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3C779C31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3AFD00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51715FC4" w14:textId="77777777" w:rsidTr="007F77F6">
        <w:tc>
          <w:tcPr>
            <w:tcW w:w="614" w:type="dxa"/>
            <w:vMerge/>
            <w:shd w:val="clear" w:color="auto" w:fill="E0E0E0"/>
          </w:tcPr>
          <w:p w14:paraId="0CD85E8B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63AFAAE6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653C206E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4EB504D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1885127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59E07DB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AA0295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D5F8F3B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160697F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16017850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7F5F218B" w14:textId="77777777" w:rsidTr="007F77F6">
        <w:tc>
          <w:tcPr>
            <w:tcW w:w="614" w:type="dxa"/>
            <w:vMerge/>
            <w:shd w:val="clear" w:color="auto" w:fill="E0E0E0"/>
          </w:tcPr>
          <w:p w14:paraId="0573BFB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48E9D5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2E36952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7F04D9B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782279C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DA5ED9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41991CF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29F8F86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F5EB55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7676A665" w14:textId="77777777" w:rsidTr="007F77F6">
        <w:tc>
          <w:tcPr>
            <w:tcW w:w="614" w:type="dxa"/>
            <w:vMerge/>
            <w:shd w:val="clear" w:color="auto" w:fill="E0E0E0"/>
          </w:tcPr>
          <w:p w14:paraId="7F96BD0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4DE357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6BB60F8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427EFDE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1CDF0F3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345850D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3B22B6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3DB2D2C8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04D09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40DA7324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54AFE626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17800F1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26CE8A4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5C9B280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475C29ED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35C1539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6CA3506D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7B1D1F0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273C974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5A8548B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642F22A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115107C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215FC65D" w14:textId="77777777" w:rsidTr="007F77F6">
        <w:tc>
          <w:tcPr>
            <w:tcW w:w="774" w:type="dxa"/>
            <w:shd w:val="clear" w:color="auto" w:fill="FF0000"/>
            <w:vAlign w:val="center"/>
          </w:tcPr>
          <w:p w14:paraId="5051533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5AF25B4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1EA51ED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3F9C183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625992C0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7249A5DD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0E6D0573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0776D17E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744F718A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26C39FC3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9D4D395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34C5C981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22D0338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28569253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1C38356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187EDA9E" w14:textId="77777777" w:rsidTr="00D86014">
        <w:tc>
          <w:tcPr>
            <w:tcW w:w="2088" w:type="dxa"/>
            <w:shd w:val="clear" w:color="auto" w:fill="E0E0E0"/>
          </w:tcPr>
          <w:p w14:paraId="33663DB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745A41E9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459F7CD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1284D48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0CD99D5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13755D09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05C88F14" w14:textId="77777777" w:rsidTr="00D86014">
        <w:tc>
          <w:tcPr>
            <w:tcW w:w="2088" w:type="dxa"/>
          </w:tcPr>
          <w:p w14:paraId="5595A9A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699A45B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5E71FD8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5617579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588917B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E60E1F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7B344945" w14:textId="77777777" w:rsidTr="00D86014">
        <w:tc>
          <w:tcPr>
            <w:tcW w:w="2088" w:type="dxa"/>
          </w:tcPr>
          <w:p w14:paraId="7A25B26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33A05D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33FEDCA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5363BA7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33F4A81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BE0694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50574D7E" w14:textId="77777777" w:rsidTr="00D86014">
        <w:tc>
          <w:tcPr>
            <w:tcW w:w="2088" w:type="dxa"/>
          </w:tcPr>
          <w:p w14:paraId="1FEBD2E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506C50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5FC27B7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43071B6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02B25D5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0FB2905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302F63F" w14:textId="77777777" w:rsidTr="00D86014">
        <w:tc>
          <w:tcPr>
            <w:tcW w:w="2088" w:type="dxa"/>
          </w:tcPr>
          <w:p w14:paraId="4044B1F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66D213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43A0CAF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0A97739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6F397BF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0B5550A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03ADACDA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38CCD221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24A618E7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13161263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50CC29D8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74C8ECF5" w14:textId="77777777" w:rsidTr="00D86014">
        <w:tc>
          <w:tcPr>
            <w:tcW w:w="2088" w:type="dxa"/>
            <w:shd w:val="clear" w:color="auto" w:fill="E0E0E0"/>
          </w:tcPr>
          <w:p w14:paraId="436E210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72F6EAE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059E917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2F3E305C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7FD1F583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34C4965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3A0EB8FB" w14:textId="77777777" w:rsidTr="00D86014">
        <w:tc>
          <w:tcPr>
            <w:tcW w:w="2088" w:type="dxa"/>
          </w:tcPr>
          <w:p w14:paraId="5B37734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794E69C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503D8C6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643F33F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67BA471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70459FC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9A79101" w14:textId="77777777" w:rsidTr="00D86014">
        <w:tc>
          <w:tcPr>
            <w:tcW w:w="2088" w:type="dxa"/>
          </w:tcPr>
          <w:p w14:paraId="61DB576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36B55C5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66A55A5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70878D6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B4975E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C3DCB2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CDAFF0C" w14:textId="77777777" w:rsidTr="00D86014">
        <w:tc>
          <w:tcPr>
            <w:tcW w:w="2088" w:type="dxa"/>
          </w:tcPr>
          <w:p w14:paraId="4C72945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62B1207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40389B0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69F3A4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358C53A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371B93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6132274" w14:textId="77777777" w:rsidTr="00D86014">
        <w:tc>
          <w:tcPr>
            <w:tcW w:w="2088" w:type="dxa"/>
          </w:tcPr>
          <w:p w14:paraId="18772C3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EE78D4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0422993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E5D432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1AE5028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5E9F086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771D8258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421E71BD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24FE3E99" w14:textId="50BF978C" w:rsidR="002605EC" w:rsidRDefault="002605EC" w:rsidP="002605EC">
      <w:pPr>
        <w:rPr>
          <w:rFonts w:asciiTheme="minorHAnsi" w:hAnsiTheme="minorHAnsi" w:cstheme="minorHAnsi"/>
        </w:rPr>
      </w:pPr>
    </w:p>
    <w:p w14:paraId="6125A967" w14:textId="7CE0C28F" w:rsidR="00DA0293" w:rsidRDefault="00DA0293" w:rsidP="002605EC">
      <w:pPr>
        <w:rPr>
          <w:rFonts w:asciiTheme="minorHAnsi" w:hAnsiTheme="minorHAnsi" w:cstheme="minorHAnsi"/>
        </w:rPr>
      </w:pPr>
    </w:p>
    <w:p w14:paraId="5594E89A" w14:textId="4CAC3123" w:rsidR="00DA0293" w:rsidRDefault="00DA0293" w:rsidP="002605EC">
      <w:pPr>
        <w:rPr>
          <w:rFonts w:asciiTheme="minorHAnsi" w:hAnsiTheme="minorHAnsi" w:cstheme="minorHAnsi"/>
        </w:rPr>
      </w:pPr>
    </w:p>
    <w:p w14:paraId="04E5F9B7" w14:textId="05A98779" w:rsidR="00DA0293" w:rsidRDefault="00DA0293" w:rsidP="002605EC">
      <w:pPr>
        <w:rPr>
          <w:rFonts w:asciiTheme="minorHAnsi" w:hAnsiTheme="minorHAnsi" w:cstheme="minorHAnsi"/>
        </w:rPr>
      </w:pPr>
    </w:p>
    <w:p w14:paraId="53BEE3F4" w14:textId="5D3BEDEB" w:rsidR="00DA0293" w:rsidRDefault="00DA0293" w:rsidP="002605EC">
      <w:pPr>
        <w:rPr>
          <w:rFonts w:asciiTheme="minorHAnsi" w:hAnsiTheme="minorHAnsi" w:cstheme="minorHAnsi"/>
        </w:rPr>
      </w:pPr>
    </w:p>
    <w:p w14:paraId="5F2327E3" w14:textId="62BE0F4C" w:rsidR="00DA0293" w:rsidRDefault="00DA0293" w:rsidP="002605EC">
      <w:pPr>
        <w:rPr>
          <w:rFonts w:asciiTheme="minorHAnsi" w:hAnsiTheme="minorHAnsi" w:cstheme="minorHAnsi"/>
        </w:rPr>
      </w:pPr>
    </w:p>
    <w:p w14:paraId="305DBCAA" w14:textId="171B885F" w:rsidR="00DA0293" w:rsidRDefault="00DA0293" w:rsidP="002605EC">
      <w:pPr>
        <w:rPr>
          <w:rFonts w:asciiTheme="minorHAnsi" w:hAnsiTheme="minorHAnsi" w:cstheme="minorHAnsi"/>
        </w:rPr>
      </w:pPr>
    </w:p>
    <w:p w14:paraId="164B6A59" w14:textId="663B96E5" w:rsidR="00DA0293" w:rsidRDefault="00DA0293" w:rsidP="002605EC">
      <w:pPr>
        <w:rPr>
          <w:rFonts w:asciiTheme="minorHAnsi" w:hAnsiTheme="minorHAnsi" w:cstheme="minorHAnsi"/>
        </w:rPr>
      </w:pPr>
    </w:p>
    <w:p w14:paraId="1718C2BC" w14:textId="2BF35D39" w:rsidR="00DA0293" w:rsidRDefault="00DA0293" w:rsidP="002605EC">
      <w:pPr>
        <w:rPr>
          <w:rFonts w:asciiTheme="minorHAnsi" w:hAnsiTheme="minorHAnsi" w:cstheme="minorHAnsi"/>
        </w:rPr>
      </w:pPr>
    </w:p>
    <w:p w14:paraId="2A8E3E4F" w14:textId="77777777" w:rsidR="00DA0293" w:rsidRPr="00BC08C0" w:rsidRDefault="00DA0293" w:rsidP="00DA029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2DF915CC" w14:textId="77777777" w:rsidR="00DA0293" w:rsidRPr="00BC08C0" w:rsidRDefault="00DA0293" w:rsidP="00DA0293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47C5F652" w14:textId="77777777" w:rsidR="00DA0293" w:rsidRPr="00BC08C0" w:rsidRDefault="00DA0293" w:rsidP="00D17CE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0" w:name="_GoBack"/>
      <w:bookmarkEnd w:id="0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DA0293" w14:paraId="44740D54" w14:textId="77777777" w:rsidTr="00CA5E01">
        <w:tc>
          <w:tcPr>
            <w:tcW w:w="3709" w:type="dxa"/>
          </w:tcPr>
          <w:p w14:paraId="10877F02" w14:textId="77777777" w:rsidR="00DA0293" w:rsidRDefault="00DA0293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392033B0" w14:textId="77777777" w:rsidR="00DA0293" w:rsidRPr="00BC08C0" w:rsidRDefault="00DA0293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236BB71D" w14:textId="77777777" w:rsidR="00DA0293" w:rsidRPr="00BC08C0" w:rsidRDefault="00DA0293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765C94A5" w14:textId="77777777" w:rsidR="00DA0293" w:rsidRPr="00BC08C0" w:rsidRDefault="00DA0293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58BF7839" w14:textId="77777777" w:rsidR="00DA0293" w:rsidRPr="00BC08C0" w:rsidRDefault="00DA0293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DA0293" w14:paraId="0F3C94AB" w14:textId="77777777" w:rsidTr="00CA5E01">
        <w:tc>
          <w:tcPr>
            <w:tcW w:w="3709" w:type="dxa"/>
          </w:tcPr>
          <w:p w14:paraId="33303B90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C69DA4E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3E8B7C1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1DE43A6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6D61DA7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A0293" w14:paraId="5E1391E3" w14:textId="77777777" w:rsidTr="00CA5E01">
        <w:tc>
          <w:tcPr>
            <w:tcW w:w="3709" w:type="dxa"/>
          </w:tcPr>
          <w:p w14:paraId="2220277C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6977ED6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CE9B9D3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D8AA493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AD87BD5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A0293" w14:paraId="4604CBAD" w14:textId="77777777" w:rsidTr="00CA5E01">
        <w:tc>
          <w:tcPr>
            <w:tcW w:w="3709" w:type="dxa"/>
          </w:tcPr>
          <w:p w14:paraId="2FD0A6E1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29ED16A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1D4BAE1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9122ED0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99AE309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A0293" w14:paraId="29C0ED16" w14:textId="77777777" w:rsidTr="00CA5E01">
        <w:tc>
          <w:tcPr>
            <w:tcW w:w="3709" w:type="dxa"/>
          </w:tcPr>
          <w:p w14:paraId="41068BFB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334F7BF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21132E1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8D9A912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137EE62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A0293" w14:paraId="0610E471" w14:textId="77777777" w:rsidTr="00CA5E01">
        <w:tc>
          <w:tcPr>
            <w:tcW w:w="3709" w:type="dxa"/>
          </w:tcPr>
          <w:p w14:paraId="69542368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BDF3262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C9CBF22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45D338C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68F648A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A0293" w14:paraId="7EB8A503" w14:textId="77777777" w:rsidTr="00CA5E01">
        <w:tc>
          <w:tcPr>
            <w:tcW w:w="3709" w:type="dxa"/>
          </w:tcPr>
          <w:p w14:paraId="51188284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453D606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F467661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D3824AF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DE3FEF5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A0293" w14:paraId="466133FF" w14:textId="77777777" w:rsidTr="00CA5E01">
        <w:tc>
          <w:tcPr>
            <w:tcW w:w="3709" w:type="dxa"/>
          </w:tcPr>
          <w:p w14:paraId="0C9F6425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9D1A340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A70B6D9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123928D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CB9FE65" w14:textId="77777777" w:rsidR="00DA0293" w:rsidRDefault="00DA0293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A14862C" w14:textId="77777777" w:rsidR="00DA0293" w:rsidRPr="00B87DEF" w:rsidRDefault="00DA0293" w:rsidP="00DA0293">
      <w:pPr>
        <w:rPr>
          <w:rFonts w:asciiTheme="minorHAnsi" w:hAnsiTheme="minorHAnsi" w:cstheme="minorHAnsi"/>
          <w:b/>
          <w:bCs/>
        </w:rPr>
      </w:pPr>
    </w:p>
    <w:p w14:paraId="324C0CA7" w14:textId="77777777" w:rsidR="00DA0293" w:rsidRPr="00B87DEF" w:rsidRDefault="00DA0293" w:rsidP="002605EC">
      <w:pPr>
        <w:rPr>
          <w:rFonts w:asciiTheme="minorHAnsi" w:hAnsiTheme="minorHAnsi" w:cstheme="minorHAnsi"/>
        </w:rPr>
      </w:pPr>
    </w:p>
    <w:p w14:paraId="48B42C61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F933F" w14:textId="77777777" w:rsidR="00D325FD" w:rsidRDefault="00D325FD">
      <w:r>
        <w:separator/>
      </w:r>
    </w:p>
  </w:endnote>
  <w:endnote w:type="continuationSeparator" w:id="0">
    <w:p w14:paraId="358B0482" w14:textId="77777777" w:rsidR="00D325FD" w:rsidRDefault="00D3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9BD91" w14:textId="7F1AF19D" w:rsidR="00BE4900" w:rsidRPr="002D03A6" w:rsidRDefault="00BC219A" w:rsidP="00774127">
    <w:pPr>
      <w:pStyle w:val="Footer"/>
      <w:rPr>
        <w:rFonts w:asciiTheme="minorHAnsi" w:hAnsiTheme="minorHAnsi" w:cstheme="minorHAnsi"/>
        <w:b/>
        <w:sz w:val="16"/>
        <w:szCs w:val="16"/>
      </w:rPr>
    </w:pPr>
    <w:r>
      <w:rPr>
        <w:rStyle w:val="headerChar0"/>
        <w:rFonts w:asciiTheme="minorHAnsi" w:hAnsiTheme="minorHAnsi" w:cstheme="minorHAnsi"/>
        <w:b/>
        <w:sz w:val="16"/>
        <w:szCs w:val="16"/>
      </w:rPr>
      <w:t>RA005</w:t>
    </w:r>
    <w:r w:rsidR="00264FD6" w:rsidRPr="00264FD6">
      <w:rPr>
        <w:rStyle w:val="headerChar0"/>
        <w:rFonts w:asciiTheme="minorHAnsi" w:hAnsiTheme="minorHAnsi" w:cstheme="minorHAnsi"/>
        <w:b/>
        <w:sz w:val="16"/>
        <w:szCs w:val="16"/>
      </w:rPr>
      <w:t>-</w:t>
    </w:r>
    <w:r w:rsidR="002D03A6" w:rsidRPr="002D03A6">
      <w:rPr>
        <w:rFonts w:asciiTheme="minorHAnsi" w:hAnsiTheme="minorHAnsi" w:cstheme="minorHAnsi"/>
        <w:sz w:val="18"/>
        <w:szCs w:val="22"/>
      </w:rPr>
      <w:t xml:space="preserve"> </w:t>
    </w:r>
    <w:r w:rsidRPr="00BC219A">
      <w:rPr>
        <w:rFonts w:asciiTheme="minorHAnsi" w:hAnsiTheme="minorHAnsi" w:cstheme="minorHAnsi"/>
        <w:b/>
        <w:sz w:val="16"/>
        <w:szCs w:val="16"/>
      </w:rPr>
      <w:t xml:space="preserve">Working </w:t>
    </w:r>
    <w:r w:rsidR="00CB3439" w:rsidRPr="00BC219A">
      <w:rPr>
        <w:rFonts w:asciiTheme="minorHAnsi" w:hAnsiTheme="minorHAnsi" w:cstheme="minorHAnsi"/>
        <w:b/>
        <w:sz w:val="16"/>
        <w:szCs w:val="16"/>
      </w:rPr>
      <w:t>on</w:t>
    </w:r>
    <w:r w:rsidRPr="00BC219A">
      <w:rPr>
        <w:rFonts w:asciiTheme="minorHAnsi" w:hAnsiTheme="minorHAnsi" w:cstheme="minorHAnsi"/>
        <w:b/>
        <w:sz w:val="16"/>
        <w:szCs w:val="16"/>
      </w:rPr>
      <w:t xml:space="preserve"> Flat Roofs (Roof Pitch Less Than 10 Degrees)</w:t>
    </w:r>
    <w:r w:rsidR="00BE4900">
      <w:rPr>
        <w:rFonts w:asciiTheme="minorHAnsi" w:hAnsiTheme="minorHAnsi" w:cstheme="minorHAnsi"/>
        <w:sz w:val="16"/>
        <w:szCs w:val="16"/>
      </w:rPr>
      <w:tab/>
    </w:r>
    <w:r w:rsidR="00BE4900">
      <w:rPr>
        <w:rFonts w:asciiTheme="minorHAnsi" w:hAnsiTheme="minorHAnsi" w:cstheme="minorHAnsi"/>
        <w:sz w:val="16"/>
        <w:szCs w:val="16"/>
      </w:rPr>
      <w:tab/>
      <w:t xml:space="preserve">Reviewed </w:t>
    </w:r>
    <w:r w:rsidR="00BE4900" w:rsidRPr="00C250B0">
      <w:rPr>
        <w:rFonts w:asciiTheme="minorHAnsi" w:hAnsiTheme="minorHAnsi" w:cstheme="minorHAnsi"/>
        <w:sz w:val="16"/>
        <w:szCs w:val="16"/>
      </w:rPr>
      <w:t>By</w:t>
    </w:r>
    <w:r w:rsidR="00264FD6">
      <w:rPr>
        <w:rFonts w:asciiTheme="minorHAnsi" w:hAnsiTheme="minorHAnsi" w:cstheme="minorHAnsi"/>
        <w:sz w:val="16"/>
        <w:szCs w:val="16"/>
      </w:rPr>
      <w:t>-</w:t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BE4900" w:rsidRPr="00C250B0">
      <w:rPr>
        <w:rFonts w:asciiTheme="minorHAnsi" w:hAnsiTheme="minorHAnsi" w:cstheme="minorHAnsi"/>
        <w:sz w:val="16"/>
        <w:szCs w:val="16"/>
      </w:rPr>
      <w:t xml:space="preserve">Page 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E4900"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976192">
      <w:rPr>
        <w:rFonts w:asciiTheme="minorHAnsi" w:hAnsiTheme="minorHAnsi" w:cstheme="minorHAnsi"/>
        <w:b/>
        <w:noProof/>
        <w:sz w:val="16"/>
        <w:szCs w:val="16"/>
      </w:rPr>
      <w:t>1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="00BE4900" w:rsidRPr="00C250B0">
      <w:rPr>
        <w:rFonts w:asciiTheme="minorHAnsi" w:hAnsiTheme="minorHAnsi" w:cstheme="minorHAnsi"/>
        <w:sz w:val="16"/>
        <w:szCs w:val="16"/>
      </w:rPr>
      <w:t xml:space="preserve"> of 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E4900"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976192">
      <w:rPr>
        <w:rFonts w:asciiTheme="minorHAnsi" w:hAnsiTheme="minorHAnsi" w:cstheme="minorHAnsi"/>
        <w:b/>
        <w:noProof/>
        <w:sz w:val="16"/>
        <w:szCs w:val="16"/>
      </w:rPr>
      <w:t>6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EE7B1" w14:textId="77777777" w:rsidR="00D325FD" w:rsidRDefault="00D325FD">
      <w:r>
        <w:separator/>
      </w:r>
    </w:p>
  </w:footnote>
  <w:footnote w:type="continuationSeparator" w:id="0">
    <w:p w14:paraId="60653466" w14:textId="77777777" w:rsidR="00D325FD" w:rsidRDefault="00D3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A8E3" w14:textId="07D664C8" w:rsidR="00BE4900" w:rsidRPr="00B56678" w:rsidRDefault="00BE4900" w:rsidP="006C1BBB">
    <w:pPr>
      <w:pStyle w:val="Header1"/>
      <w:jc w:val="right"/>
    </w:pPr>
    <w:r>
      <w:t xml:space="preserve">     </w:t>
    </w:r>
  </w:p>
  <w:p w14:paraId="1F1AF638" w14:textId="77777777" w:rsidR="00BE4900" w:rsidRDefault="00BE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77E12"/>
    <w:multiLevelType w:val="hybridMultilevel"/>
    <w:tmpl w:val="E2A6B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C3778"/>
    <w:multiLevelType w:val="hybridMultilevel"/>
    <w:tmpl w:val="F34A24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696BD5"/>
    <w:multiLevelType w:val="hybridMultilevel"/>
    <w:tmpl w:val="0B90FA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E70DB9"/>
    <w:multiLevelType w:val="hybridMultilevel"/>
    <w:tmpl w:val="6F6E5F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1E731E"/>
    <w:multiLevelType w:val="hybridMultilevel"/>
    <w:tmpl w:val="D01656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721792"/>
    <w:multiLevelType w:val="hybridMultilevel"/>
    <w:tmpl w:val="CB1EB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ED3E37"/>
    <w:multiLevelType w:val="hybridMultilevel"/>
    <w:tmpl w:val="918AD0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86221E"/>
    <w:multiLevelType w:val="hybridMultilevel"/>
    <w:tmpl w:val="17CA27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4"/>
  </w:num>
  <w:num w:numId="6">
    <w:abstractNumId w:val="1"/>
  </w:num>
  <w:num w:numId="7">
    <w:abstractNumId w:val="10"/>
  </w:num>
  <w:num w:numId="8">
    <w:abstractNumId w:val="2"/>
  </w:num>
  <w:num w:numId="9">
    <w:abstractNumId w:val="11"/>
  </w:num>
  <w:num w:numId="10">
    <w:abstractNumId w:val="6"/>
  </w:num>
  <w:num w:numId="11">
    <w:abstractNumId w:val="7"/>
  </w:num>
  <w:num w:numId="12">
    <w:abstractNumId w:val="12"/>
  </w:num>
  <w:num w:numId="1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82EB2"/>
    <w:rsid w:val="00087684"/>
    <w:rsid w:val="00096247"/>
    <w:rsid w:val="000962AF"/>
    <w:rsid w:val="000B5AAE"/>
    <w:rsid w:val="000C5559"/>
    <w:rsid w:val="000D34CA"/>
    <w:rsid w:val="000E1D3D"/>
    <w:rsid w:val="000F0CEE"/>
    <w:rsid w:val="000F2A0C"/>
    <w:rsid w:val="001603FD"/>
    <w:rsid w:val="00180839"/>
    <w:rsid w:val="0018127C"/>
    <w:rsid w:val="00184EA0"/>
    <w:rsid w:val="001900B8"/>
    <w:rsid w:val="00193F7D"/>
    <w:rsid w:val="001B39C8"/>
    <w:rsid w:val="001B74F1"/>
    <w:rsid w:val="001C3D81"/>
    <w:rsid w:val="001C4FD2"/>
    <w:rsid w:val="001D00E0"/>
    <w:rsid w:val="001D490A"/>
    <w:rsid w:val="001D53AA"/>
    <w:rsid w:val="001E16C1"/>
    <w:rsid w:val="001E5F5E"/>
    <w:rsid w:val="001F4612"/>
    <w:rsid w:val="00200381"/>
    <w:rsid w:val="002330F7"/>
    <w:rsid w:val="0024245F"/>
    <w:rsid w:val="002511B0"/>
    <w:rsid w:val="00257CEC"/>
    <w:rsid w:val="002605EC"/>
    <w:rsid w:val="00264FD6"/>
    <w:rsid w:val="00277E03"/>
    <w:rsid w:val="002852E3"/>
    <w:rsid w:val="00290F3A"/>
    <w:rsid w:val="002915F2"/>
    <w:rsid w:val="002A26F9"/>
    <w:rsid w:val="002B41EE"/>
    <w:rsid w:val="002D03A6"/>
    <w:rsid w:val="002D228D"/>
    <w:rsid w:val="002D3336"/>
    <w:rsid w:val="002E2609"/>
    <w:rsid w:val="002E4E40"/>
    <w:rsid w:val="003021DE"/>
    <w:rsid w:val="00306137"/>
    <w:rsid w:val="00307A0C"/>
    <w:rsid w:val="003222D1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418CD"/>
    <w:rsid w:val="00544074"/>
    <w:rsid w:val="00552A9D"/>
    <w:rsid w:val="00563F38"/>
    <w:rsid w:val="00576979"/>
    <w:rsid w:val="0059074B"/>
    <w:rsid w:val="00593E1B"/>
    <w:rsid w:val="005B1D21"/>
    <w:rsid w:val="005B25C0"/>
    <w:rsid w:val="005C4A93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97BE0"/>
    <w:rsid w:val="006A1EFB"/>
    <w:rsid w:val="006B3367"/>
    <w:rsid w:val="006C1BBB"/>
    <w:rsid w:val="00712AC0"/>
    <w:rsid w:val="00722C45"/>
    <w:rsid w:val="00735AD4"/>
    <w:rsid w:val="00736497"/>
    <w:rsid w:val="00736668"/>
    <w:rsid w:val="00745448"/>
    <w:rsid w:val="0075578E"/>
    <w:rsid w:val="00763CE1"/>
    <w:rsid w:val="00774127"/>
    <w:rsid w:val="007770CC"/>
    <w:rsid w:val="007934F3"/>
    <w:rsid w:val="007938C2"/>
    <w:rsid w:val="007A47CC"/>
    <w:rsid w:val="007B32A3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721C9"/>
    <w:rsid w:val="0088689F"/>
    <w:rsid w:val="008A4ACE"/>
    <w:rsid w:val="008B0388"/>
    <w:rsid w:val="008C60DD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76192"/>
    <w:rsid w:val="00980D07"/>
    <w:rsid w:val="009957A5"/>
    <w:rsid w:val="009A14C4"/>
    <w:rsid w:val="009A1CD4"/>
    <w:rsid w:val="009A4000"/>
    <w:rsid w:val="009B64D1"/>
    <w:rsid w:val="009D0832"/>
    <w:rsid w:val="00A02DA2"/>
    <w:rsid w:val="00A05AFB"/>
    <w:rsid w:val="00A10B6D"/>
    <w:rsid w:val="00A21C7A"/>
    <w:rsid w:val="00A238F7"/>
    <w:rsid w:val="00A24C13"/>
    <w:rsid w:val="00A33D05"/>
    <w:rsid w:val="00A4130F"/>
    <w:rsid w:val="00A44C9A"/>
    <w:rsid w:val="00A5515F"/>
    <w:rsid w:val="00A60492"/>
    <w:rsid w:val="00A62EF7"/>
    <w:rsid w:val="00AB19E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B59B5"/>
    <w:rsid w:val="00BC219A"/>
    <w:rsid w:val="00BD0BF9"/>
    <w:rsid w:val="00BE29A7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3439"/>
    <w:rsid w:val="00CB7DAB"/>
    <w:rsid w:val="00CB7EF2"/>
    <w:rsid w:val="00CC7459"/>
    <w:rsid w:val="00CE6882"/>
    <w:rsid w:val="00D01F6C"/>
    <w:rsid w:val="00D03CAA"/>
    <w:rsid w:val="00D17CE6"/>
    <w:rsid w:val="00D200D4"/>
    <w:rsid w:val="00D23A0E"/>
    <w:rsid w:val="00D325FD"/>
    <w:rsid w:val="00D52A73"/>
    <w:rsid w:val="00D7021E"/>
    <w:rsid w:val="00D75FB2"/>
    <w:rsid w:val="00D843C4"/>
    <w:rsid w:val="00D84911"/>
    <w:rsid w:val="00D8575A"/>
    <w:rsid w:val="00D86014"/>
    <w:rsid w:val="00DA0293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51268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6006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0C60"/>
    <w:rsid w:val="00F43A03"/>
    <w:rsid w:val="00F51D95"/>
    <w:rsid w:val="00F619C9"/>
    <w:rsid w:val="00F65920"/>
    <w:rsid w:val="00F6669C"/>
    <w:rsid w:val="00F70A9E"/>
    <w:rsid w:val="00F82DC1"/>
    <w:rsid w:val="00F878E6"/>
    <w:rsid w:val="00F96A7B"/>
    <w:rsid w:val="00FB19A6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9FCC4C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4EA0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6B2EA23-F362-4475-871E-9A906CCA7B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C514A4-D9C7-41C9-A490-BD5DA3344CC4}"/>
</file>

<file path=customXml/itemProps3.xml><?xml version="1.0" encoding="utf-8"?>
<ds:datastoreItem xmlns:ds="http://schemas.openxmlformats.org/officeDocument/2006/customXml" ds:itemID="{CC5569DA-7190-4659-8DBF-39CB8A58CAF0}"/>
</file>

<file path=customXml/itemProps4.xml><?xml version="1.0" encoding="utf-8"?>
<ds:datastoreItem xmlns:ds="http://schemas.openxmlformats.org/officeDocument/2006/customXml" ds:itemID="{9057103B-EE9F-49E4-8D33-B6D2DD7CDB16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42</TotalTime>
  <Pages>7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13</cp:revision>
  <cp:lastPrinted>2019-10-08T15:07:00Z</cp:lastPrinted>
  <dcterms:created xsi:type="dcterms:W3CDTF">2019-10-09T10:18:00Z</dcterms:created>
  <dcterms:modified xsi:type="dcterms:W3CDTF">2020-09-07T14:19:00Z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